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C4" w:rsidRPr="00D676B2" w:rsidRDefault="009526A9" w:rsidP="00727410">
      <w:pPr>
        <w:pStyle w:val="95a-LessonTitleA"/>
        <w:ind w:left="0"/>
      </w:pPr>
      <w:r>
        <w:t xml:space="preserve">HW </w:t>
      </w:r>
      <w:r w:rsidR="00B2605C" w:rsidRPr="00C4740B">
        <w:t>Exponents and Roots</w:t>
      </w:r>
    </w:p>
    <w:p w:rsidR="009324C4" w:rsidRPr="001F6418" w:rsidRDefault="009324C4" w:rsidP="00727410">
      <w:pPr>
        <w:pStyle w:val="95b-LessonTitleB"/>
        <w:ind w:left="0"/>
        <w:rPr>
          <w:i w:val="0"/>
        </w:rPr>
      </w:pPr>
      <w:r w:rsidRPr="001F6418">
        <w:rPr>
          <w:i w:val="0"/>
        </w:rPr>
        <w:t>Estimating Square Roots</w:t>
      </w:r>
    </w:p>
    <w:p w:rsidR="009324C4" w:rsidRPr="00082244" w:rsidRDefault="009324C4" w:rsidP="009324C4">
      <w:pPr>
        <w:pStyle w:val="40-Direction"/>
      </w:pPr>
      <w:r>
        <w:rPr>
          <w:lang w:val="en-US" w:eastAsia="en-US"/>
        </w:rPr>
        <w:t>Approximate each square root to the nearest hundredth.</w:t>
      </w:r>
    </w:p>
    <w:p w:rsidR="009324C4" w:rsidRPr="00082244" w:rsidRDefault="009324C4" w:rsidP="009324C4">
      <w:pPr>
        <w:pStyle w:val="58-Question-4TABCol"/>
      </w:pPr>
      <w:r w:rsidRPr="00082244">
        <w:rPr>
          <w:rStyle w:val="Header"/>
        </w:rPr>
        <w:tab/>
      </w:r>
      <w:r w:rsidR="00727410">
        <w:rPr>
          <w:rStyle w:val="Header"/>
        </w:rPr>
        <w:t>1</w:t>
      </w:r>
      <w:r w:rsidRPr="00082244">
        <w:rPr>
          <w:rStyle w:val="Header"/>
        </w:rPr>
        <w:t>.</w:t>
      </w:r>
      <w:r w:rsidRPr="00082244">
        <w:tab/>
      </w:r>
      <w:r w:rsidRPr="00402126">
        <w:rPr>
          <w:position w:val="-6"/>
        </w:rPr>
        <w:object w:dxaOrig="5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8.75pt" o:ole="">
            <v:imagedata r:id="rId6" r:pict="rId7" o:title=""/>
          </v:shape>
          <o:OLEObject Type="Embed" ProgID="Equation.DSMT4" ShapeID="_x0000_i1025" DrawAspect="Content" ObjectID="_1405253134" r:id="rId8"/>
        </w:object>
      </w:r>
      <w:r w:rsidRPr="00082244">
        <w:tab/>
      </w:r>
      <w:r w:rsidR="00727410">
        <w:rPr>
          <w:rStyle w:val="Header"/>
        </w:rPr>
        <w:t>2</w:t>
      </w:r>
      <w:r w:rsidRPr="00082244">
        <w:rPr>
          <w:rStyle w:val="Header"/>
        </w:rPr>
        <w:t>.</w:t>
      </w:r>
      <w:r w:rsidRPr="00082244">
        <w:tab/>
      </w:r>
      <w:r w:rsidRPr="00402126">
        <w:rPr>
          <w:position w:val="-6"/>
        </w:rPr>
        <w:object w:dxaOrig="520" w:dyaOrig="380">
          <v:shape id="_x0000_i1026" type="#_x0000_t75" style="width:26.25pt;height:18.75pt" o:ole="">
            <v:imagedata r:id="rId9" r:pict="rId10" o:title=""/>
          </v:shape>
          <o:OLEObject Type="Embed" ProgID="Equation.DSMT4" ShapeID="_x0000_i1026" DrawAspect="Content" ObjectID="_1405253135" r:id="rId11"/>
        </w:object>
      </w:r>
      <w:r w:rsidRPr="00082244">
        <w:tab/>
      </w:r>
      <w:r w:rsidR="00727410">
        <w:rPr>
          <w:rStyle w:val="Header"/>
        </w:rPr>
        <w:t>3</w:t>
      </w:r>
      <w:r w:rsidRPr="00082244">
        <w:rPr>
          <w:rStyle w:val="Header"/>
        </w:rPr>
        <w:t>.</w:t>
      </w:r>
      <w:r w:rsidRPr="00082244">
        <w:tab/>
      </w:r>
      <w:r w:rsidRPr="00402126">
        <w:rPr>
          <w:position w:val="-6"/>
        </w:rPr>
        <w:object w:dxaOrig="640" w:dyaOrig="380">
          <v:shape id="_x0000_i1027" type="#_x0000_t75" style="width:32.25pt;height:18.75pt" o:ole="">
            <v:imagedata r:id="rId12" r:pict="rId13" o:title=""/>
          </v:shape>
          <o:OLEObject Type="Embed" ProgID="Equation.DSMT4" ShapeID="_x0000_i1027" DrawAspect="Content" ObjectID="_1405253136" r:id="rId14"/>
        </w:object>
      </w:r>
      <w:r w:rsidRPr="00082244">
        <w:tab/>
      </w:r>
      <w:r w:rsidR="00727410">
        <w:rPr>
          <w:rStyle w:val="Header"/>
        </w:rPr>
        <w:t>4</w:t>
      </w:r>
      <w:r w:rsidRPr="00082244">
        <w:rPr>
          <w:rStyle w:val="Header"/>
        </w:rPr>
        <w:t>.</w:t>
      </w:r>
      <w:r w:rsidRPr="00082244">
        <w:tab/>
      </w:r>
      <w:r w:rsidR="00E543D2" w:rsidRPr="00402126">
        <w:rPr>
          <w:position w:val="-6"/>
        </w:rPr>
        <w:object w:dxaOrig="520" w:dyaOrig="380">
          <v:shape id="_x0000_i1028" type="#_x0000_t75" style="width:26.25pt;height:18.75pt" o:ole="">
            <v:imagedata r:id="rId15" r:pict="rId16" o:title=""/>
          </v:shape>
          <o:OLEObject Type="Embed" ProgID="Equation.DSMT4" ShapeID="_x0000_i1028" DrawAspect="Content" ObjectID="_1405253137" r:id="rId17"/>
        </w:object>
      </w:r>
    </w:p>
    <w:p w:rsidR="009324C4" w:rsidRPr="00082244" w:rsidRDefault="009324C4" w:rsidP="009324C4">
      <w:pPr>
        <w:pStyle w:val="59-Question-4TABColwAnno"/>
      </w:pPr>
      <w:r w:rsidRPr="00082244">
        <w:tab/>
      </w:r>
      <w:r w:rsidRPr="00082244">
        <w:tab/>
      </w:r>
      <w:r w:rsidRPr="00082244">
        <w:tab/>
      </w:r>
      <w:r w:rsidRPr="00082244">
        <w:tab/>
      </w:r>
      <w:r w:rsidRPr="00082244">
        <w:tab/>
      </w:r>
      <w:r w:rsidRPr="00082244">
        <w:tab/>
      </w:r>
      <w:r w:rsidRPr="00082244">
        <w:tab/>
      </w:r>
    </w:p>
    <w:p w:rsidR="009324C4" w:rsidRPr="00082244" w:rsidRDefault="00727410" w:rsidP="009324C4">
      <w:pPr>
        <w:pStyle w:val="58-Question-4TABCol"/>
      </w:pPr>
      <w:r>
        <w:rPr>
          <w:rStyle w:val="Header"/>
        </w:rPr>
        <w:tab/>
        <w:t>5</w:t>
      </w:r>
      <w:r w:rsidR="009324C4" w:rsidRPr="00082244">
        <w:rPr>
          <w:rStyle w:val="Header"/>
        </w:rPr>
        <w:t>.</w:t>
      </w:r>
      <w:r w:rsidR="009324C4" w:rsidRPr="00082244">
        <w:tab/>
      </w:r>
      <w:r w:rsidR="009324C4" w:rsidRPr="00402126">
        <w:rPr>
          <w:position w:val="-6"/>
        </w:rPr>
        <w:object w:dxaOrig="520" w:dyaOrig="380">
          <v:shape id="_x0000_i1029" type="#_x0000_t75" style="width:26.25pt;height:18.75pt" o:ole="">
            <v:imagedata r:id="rId18" r:pict="rId19" o:title=""/>
          </v:shape>
          <o:OLEObject Type="Embed" ProgID="Equation.DSMT4" ShapeID="_x0000_i1029" DrawAspect="Content" ObjectID="_1405253138" r:id="rId20"/>
        </w:object>
      </w:r>
      <w:r w:rsidR="009324C4" w:rsidRPr="00082244">
        <w:tab/>
      </w:r>
      <w:r>
        <w:rPr>
          <w:rStyle w:val="Header"/>
        </w:rPr>
        <w:t>6</w:t>
      </w:r>
      <w:r w:rsidR="009324C4" w:rsidRPr="00082244">
        <w:rPr>
          <w:rStyle w:val="Header"/>
        </w:rPr>
        <w:t>.</w:t>
      </w:r>
      <w:r w:rsidR="009324C4" w:rsidRPr="00082244">
        <w:tab/>
      </w:r>
      <w:r w:rsidR="00E543D2" w:rsidRPr="00402126">
        <w:rPr>
          <w:position w:val="-6"/>
        </w:rPr>
        <w:object w:dxaOrig="500" w:dyaOrig="380">
          <v:shape id="_x0000_i1030" type="#_x0000_t75" style="width:24.75pt;height:18.75pt" o:ole="">
            <v:imagedata r:id="rId21" r:pict="rId22" o:title=""/>
          </v:shape>
          <o:OLEObject Type="Embed" ProgID="Equation.DSMT4" ShapeID="_x0000_i1030" DrawAspect="Content" ObjectID="_1405253139" r:id="rId23"/>
        </w:object>
      </w:r>
      <w:r w:rsidR="009324C4" w:rsidRPr="00082244">
        <w:tab/>
      </w:r>
      <w:r>
        <w:rPr>
          <w:rStyle w:val="Header"/>
        </w:rPr>
        <w:t>7</w:t>
      </w:r>
      <w:r w:rsidR="009324C4" w:rsidRPr="00082244">
        <w:rPr>
          <w:rStyle w:val="Header"/>
        </w:rPr>
        <w:t>.</w:t>
      </w:r>
      <w:r w:rsidR="009324C4" w:rsidRPr="00082244">
        <w:tab/>
      </w:r>
      <w:r w:rsidR="009324C4" w:rsidRPr="00402126">
        <w:rPr>
          <w:position w:val="-6"/>
        </w:rPr>
        <w:object w:dxaOrig="520" w:dyaOrig="380">
          <v:shape id="_x0000_i1031" type="#_x0000_t75" style="width:26.25pt;height:18.75pt" o:ole="">
            <v:imagedata r:id="rId24" r:pict="rId25" o:title=""/>
          </v:shape>
          <o:OLEObject Type="Embed" ProgID="Equation.DSMT4" ShapeID="_x0000_i1031" DrawAspect="Content" ObjectID="_1405253140" r:id="rId26"/>
        </w:object>
      </w:r>
      <w:r w:rsidR="009324C4" w:rsidRPr="00082244">
        <w:tab/>
      </w:r>
      <w:r>
        <w:rPr>
          <w:rStyle w:val="Header"/>
        </w:rPr>
        <w:t>8</w:t>
      </w:r>
      <w:r w:rsidR="009324C4" w:rsidRPr="00082244">
        <w:rPr>
          <w:rStyle w:val="Header"/>
        </w:rPr>
        <w:t>.</w:t>
      </w:r>
      <w:r w:rsidR="009324C4" w:rsidRPr="00082244">
        <w:tab/>
      </w:r>
      <w:r w:rsidR="00E543D2" w:rsidRPr="00402126">
        <w:rPr>
          <w:position w:val="-6"/>
        </w:rPr>
        <w:object w:dxaOrig="520" w:dyaOrig="380">
          <v:shape id="_x0000_i1032" type="#_x0000_t75" style="width:26.25pt;height:18.75pt" o:ole="">
            <v:imagedata r:id="rId27" r:pict="rId28" o:title=""/>
          </v:shape>
          <o:OLEObject Type="Embed" ProgID="Equation.DSMT4" ShapeID="_x0000_i1032" DrawAspect="Content" ObjectID="_1405253141" r:id="rId29"/>
        </w:object>
      </w:r>
    </w:p>
    <w:p w:rsidR="009324C4" w:rsidRPr="00082244" w:rsidRDefault="009324C4" w:rsidP="009324C4">
      <w:pPr>
        <w:pStyle w:val="59-Question-4TABColwAnno"/>
      </w:pPr>
      <w:r w:rsidRPr="00082244">
        <w:tab/>
      </w:r>
      <w:r w:rsidRPr="00082244">
        <w:tab/>
      </w:r>
      <w:r w:rsidRPr="00082244">
        <w:tab/>
      </w:r>
      <w:r w:rsidRPr="00082244">
        <w:tab/>
      </w:r>
      <w:r w:rsidRPr="00082244">
        <w:tab/>
      </w:r>
      <w:r w:rsidRPr="00082244">
        <w:tab/>
      </w:r>
      <w:r w:rsidRPr="00082244">
        <w:tab/>
      </w:r>
    </w:p>
    <w:p w:rsidR="003A3B90" w:rsidRDefault="003A3B90" w:rsidP="003A3B90">
      <w:pPr>
        <w:pStyle w:val="73-AKNumQues"/>
      </w:pPr>
    </w:p>
    <w:p w:rsidR="00EB0932" w:rsidRDefault="00EB0932" w:rsidP="003A3B90">
      <w:pPr>
        <w:pStyle w:val="73-AKNumQues"/>
      </w:pPr>
      <w:r>
        <w:t xml:space="preserve">The distance to the horizon can be found using the formula </w:t>
      </w:r>
      <w:r w:rsidRPr="00495BF2">
        <w:rPr>
          <w:rStyle w:val="02-italic"/>
        </w:rPr>
        <w:t>d</w:t>
      </w:r>
      <w:r w:rsidRPr="00082244">
        <w:t xml:space="preserve"> </w:t>
      </w:r>
      <w:r w:rsidRPr="00495BF2">
        <w:rPr>
          <w:rStyle w:val="04-InstructionText-bulletindent"/>
          <w:b/>
        </w:rPr>
        <w:sym w:font="Symbol" w:char="F03D"/>
      </w:r>
      <w:r w:rsidRPr="00082244">
        <w:t>112.88</w:t>
      </w:r>
      <w:r w:rsidRPr="0075628D">
        <w:rPr>
          <w:position w:val="-6"/>
        </w:rPr>
        <w:object w:dxaOrig="400" w:dyaOrig="380">
          <v:shape id="_x0000_i1033" type="#_x0000_t75" style="width:20.25pt;height:18.75pt" o:ole="">
            <v:imagedata r:id="rId30" r:pict="rId31" o:title=""/>
          </v:shape>
          <o:OLEObject Type="Embed" ProgID="Equation.DSMT4" ShapeID="_x0000_i1033" DrawAspect="Content" ObjectID="_1405253142" r:id="rId32"/>
        </w:object>
      </w:r>
      <w:r>
        <w:t xml:space="preserve"> where </w:t>
      </w:r>
      <w:r>
        <w:rPr>
          <w:i/>
        </w:rPr>
        <w:t>d</w:t>
      </w:r>
      <w:r>
        <w:t xml:space="preserve"> is</w:t>
      </w:r>
    </w:p>
    <w:p w:rsidR="00EB0932" w:rsidRDefault="00EB0932" w:rsidP="003A3B90">
      <w:pPr>
        <w:pStyle w:val="73-AKNumQues"/>
      </w:pPr>
      <w:proofErr w:type="gramStart"/>
      <w:r>
        <w:t>the</w:t>
      </w:r>
      <w:proofErr w:type="gramEnd"/>
      <w:r>
        <w:t xml:space="preserve"> distance in kilometers and </w:t>
      </w:r>
      <w:r>
        <w:rPr>
          <w:i/>
        </w:rPr>
        <w:t>h</w:t>
      </w:r>
      <w:r>
        <w:t xml:space="preserve"> is the number of kilometers from the ground.  Round</w:t>
      </w:r>
    </w:p>
    <w:p w:rsidR="00EB0932" w:rsidRPr="00EB0932" w:rsidRDefault="00EB0932" w:rsidP="003A3B90">
      <w:pPr>
        <w:pStyle w:val="73-AKNumQues"/>
      </w:pPr>
      <w:proofErr w:type="gramStart"/>
      <w:r>
        <w:t>our</w:t>
      </w:r>
      <w:proofErr w:type="gramEnd"/>
      <w:r>
        <w:t xml:space="preserve"> answer to the nearest kilometer.</w:t>
      </w:r>
    </w:p>
    <w:p w:rsidR="003A3B90" w:rsidRDefault="003A3B90" w:rsidP="003A3B90">
      <w:pPr>
        <w:pStyle w:val="73-AKNumQues"/>
      </w:pPr>
    </w:p>
    <w:p w:rsidR="009526A9" w:rsidRDefault="00EB0932" w:rsidP="009526A9">
      <w:pPr>
        <w:pStyle w:val="51-Question-noindent"/>
      </w:pPr>
      <w:r>
        <w:t>9.</w:t>
      </w:r>
      <w:r w:rsidR="009526A9">
        <w:t xml:space="preserve"> </w:t>
      </w:r>
      <w:r w:rsidR="009526A9" w:rsidRPr="00082244">
        <w:t>Mauna Kea is an extinct volcano on Hawaii that is</w:t>
      </w:r>
      <w:r w:rsidR="009526A9">
        <w:t xml:space="preserve"> about 4 km tall. You should be</w:t>
      </w:r>
    </w:p>
    <w:p w:rsidR="009526A9" w:rsidRPr="00082244" w:rsidRDefault="009526A9" w:rsidP="009526A9">
      <w:pPr>
        <w:pStyle w:val="51-Question-noindent"/>
      </w:pPr>
      <w:proofErr w:type="gramStart"/>
      <w:r w:rsidRPr="00082244">
        <w:t>able</w:t>
      </w:r>
      <w:proofErr w:type="gramEnd"/>
      <w:r w:rsidRPr="00082244">
        <w:t xml:space="preserve"> to see the top of Mauna Kea when you are how far away?</w:t>
      </w:r>
    </w:p>
    <w:p w:rsidR="00EB0932" w:rsidRDefault="00EB0932" w:rsidP="003A3B90">
      <w:pPr>
        <w:pStyle w:val="73-AKNumQues"/>
      </w:pPr>
    </w:p>
    <w:p w:rsidR="003A3B90" w:rsidRDefault="003A3B90" w:rsidP="003A3B90">
      <w:pPr>
        <w:pStyle w:val="73-AKNumQues"/>
      </w:pPr>
    </w:p>
    <w:p w:rsidR="003A3B90" w:rsidRDefault="003A3B90" w:rsidP="003A3B90">
      <w:pPr>
        <w:pStyle w:val="73-AKNumQues"/>
      </w:pPr>
    </w:p>
    <w:p w:rsidR="003A3B90" w:rsidRDefault="003A3B90" w:rsidP="003A3B90">
      <w:pPr>
        <w:pStyle w:val="73-AKNumQues"/>
      </w:pPr>
    </w:p>
    <w:sectPr w:rsidR="003A3B90" w:rsidSect="00727410">
      <w:pgSz w:w="12240" w:h="15840"/>
      <w:pgMar w:top="1100" w:right="1440" w:bottom="1080" w:left="1440" w:header="720" w:footer="480" w:gutter="0"/>
      <w:pgNumType w:start="49"/>
      <w:cols w:space="4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09" w:rsidRDefault="00762F09">
      <w:r>
        <w:separator/>
      </w:r>
    </w:p>
  </w:endnote>
  <w:endnote w:type="continuationSeparator" w:id="0">
    <w:p w:rsidR="00762F09" w:rsidRDefault="00762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09" w:rsidRDefault="00762F09">
      <w:r>
        <w:separator/>
      </w:r>
    </w:p>
  </w:footnote>
  <w:footnote w:type="continuationSeparator" w:id="0">
    <w:p w:rsidR="00762F09" w:rsidRDefault="00762F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en-US" w:vendorID="6" w:dllVersion="2" w:checkStyle="1"/>
  <w:proofState w:grammar="clean"/>
  <w:attachedTemplate r:id="rId1"/>
  <w:linkStyles/>
  <w:stylePaneFormatFilter w:val="3F01"/>
  <w:defaultTabStop w:val="48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/>
  <w:rsids>
    <w:rsidRoot w:val="00602DAA"/>
    <w:rsid w:val="001D2967"/>
    <w:rsid w:val="001F6418"/>
    <w:rsid w:val="00366341"/>
    <w:rsid w:val="003A3B90"/>
    <w:rsid w:val="0047166C"/>
    <w:rsid w:val="00687C8F"/>
    <w:rsid w:val="00727410"/>
    <w:rsid w:val="00762F09"/>
    <w:rsid w:val="00837515"/>
    <w:rsid w:val="00891B2A"/>
    <w:rsid w:val="009324C4"/>
    <w:rsid w:val="009526A9"/>
    <w:rsid w:val="00A63DE0"/>
    <w:rsid w:val="00B040DA"/>
    <w:rsid w:val="00B2605C"/>
    <w:rsid w:val="00E543D2"/>
    <w:rsid w:val="00E54773"/>
    <w:rsid w:val="00E86F6D"/>
    <w:rsid w:val="00EB0932"/>
    <w:rsid w:val="00EB7C54"/>
    <w:rsid w:val="00F55995"/>
    <w:rsid w:val="00FE0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628D"/>
    <w:pPr>
      <w:spacing w:line="240" w:lineRule="atLeas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75628D"/>
    <w:pPr>
      <w:keepNext/>
      <w:spacing w:line="280" w:lineRule="atLeast"/>
      <w:outlineLvl w:val="0"/>
    </w:pPr>
    <w:rPr>
      <w:rFonts w:eastAsia="Times"/>
      <w:b/>
      <w:color w:val="0000FF"/>
      <w:sz w:val="50"/>
    </w:rPr>
  </w:style>
  <w:style w:type="paragraph" w:styleId="Heading2">
    <w:name w:val="heading 2"/>
    <w:basedOn w:val="Normal"/>
    <w:next w:val="Normal"/>
    <w:qFormat/>
    <w:rsid w:val="0075628D"/>
    <w:pPr>
      <w:keepNext/>
      <w:spacing w:line="280" w:lineRule="atLeast"/>
      <w:jc w:val="center"/>
      <w:outlineLvl w:val="1"/>
    </w:pPr>
    <w:rPr>
      <w:rFonts w:eastAsia="Times"/>
      <w:b/>
      <w:color w:val="0000FF"/>
      <w:sz w:val="40"/>
    </w:rPr>
  </w:style>
  <w:style w:type="character" w:default="1" w:styleId="DefaultParagraphFont">
    <w:name w:val="Default Paragraph Font"/>
    <w:rsid w:val="0075628D"/>
  </w:style>
  <w:style w:type="table" w:default="1" w:styleId="TableNormal">
    <w:name w:val="Normal Table"/>
    <w:semiHidden/>
    <w:rsid w:val="0075628D"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75628D"/>
  </w:style>
  <w:style w:type="paragraph" w:customStyle="1" w:styleId="20-MT">
    <w:name w:val="20-MT"/>
    <w:rsid w:val="0075628D"/>
    <w:pPr>
      <w:spacing w:line="290" w:lineRule="atLeast"/>
      <w:ind w:right="2020"/>
    </w:pPr>
    <w:rPr>
      <w:rFonts w:ascii="Arial" w:hAnsi="Arial"/>
      <w:sz w:val="24"/>
    </w:rPr>
  </w:style>
  <w:style w:type="paragraph" w:customStyle="1" w:styleId="21-MTp6above">
    <w:name w:val="21-MT (p6 above)"/>
    <w:basedOn w:val="20-MT"/>
    <w:rsid w:val="0075628D"/>
    <w:pPr>
      <w:spacing w:before="120"/>
    </w:pPr>
  </w:style>
  <w:style w:type="paragraph" w:customStyle="1" w:styleId="01-InstructionText">
    <w:name w:val="01-Instruction Text"/>
    <w:rsid w:val="0075628D"/>
    <w:pPr>
      <w:pBdr>
        <w:left w:val="single" w:sz="18" w:space="5" w:color="auto"/>
        <w:bottom w:val="single" w:sz="18" w:space="6" w:color="auto"/>
      </w:pBdr>
      <w:spacing w:line="290" w:lineRule="atLeast"/>
      <w:ind w:left="120"/>
    </w:pPr>
    <w:rPr>
      <w:rFonts w:ascii="Arial" w:hAnsi="Arial"/>
      <w:sz w:val="24"/>
    </w:rPr>
  </w:style>
  <w:style w:type="paragraph" w:customStyle="1" w:styleId="50-Question1column">
    <w:name w:val="50-Question (1 column)"/>
    <w:rsid w:val="0075628D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hAnsi="Arial"/>
      <w:sz w:val="24"/>
    </w:rPr>
  </w:style>
  <w:style w:type="paragraph" w:customStyle="1" w:styleId="40-Direction">
    <w:name w:val="40-Direction"/>
    <w:next w:val="Normal"/>
    <w:rsid w:val="0075628D"/>
    <w:pPr>
      <w:keepLines/>
      <w:spacing w:before="300" w:line="290" w:lineRule="atLeast"/>
      <w:ind w:right="2020"/>
    </w:pPr>
    <w:rPr>
      <w:rFonts w:ascii="Arial" w:hAnsi="Arial"/>
      <w:b/>
      <w:sz w:val="24"/>
    </w:rPr>
  </w:style>
  <w:style w:type="paragraph" w:customStyle="1" w:styleId="96-LESSONinheaderbox">
    <w:name w:val="96 - LESSON in header box"/>
    <w:rsid w:val="00756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tLeast"/>
      <w:jc w:val="center"/>
    </w:pPr>
    <w:rPr>
      <w:rFonts w:ascii="Arial" w:eastAsia="Times" w:hAnsi="Arial"/>
      <w:b/>
      <w:position w:val="6"/>
      <w:sz w:val="16"/>
    </w:rPr>
  </w:style>
  <w:style w:type="paragraph" w:customStyle="1" w:styleId="51-Question-noindent">
    <w:name w:val="51-Question - (no indent)"/>
    <w:basedOn w:val="50-Question1column"/>
    <w:rsid w:val="0075628D"/>
    <w:pPr>
      <w:ind w:right="0"/>
    </w:pPr>
  </w:style>
  <w:style w:type="paragraph" w:styleId="Header">
    <w:name w:val="header"/>
    <w:basedOn w:val="Normal"/>
    <w:rsid w:val="0075628D"/>
    <w:pPr>
      <w:tabs>
        <w:tab w:val="center" w:pos="4320"/>
        <w:tab w:val="right" w:pos="8640"/>
      </w:tabs>
    </w:pPr>
  </w:style>
  <w:style w:type="paragraph" w:customStyle="1" w:styleId="30-Anno-WOR">
    <w:name w:val="30-Anno-WOR"/>
    <w:rsid w:val="0075628D"/>
    <w:pPr>
      <w:tabs>
        <w:tab w:val="right" w:leader="underscore" w:pos="9360"/>
      </w:tabs>
      <w:spacing w:line="480" w:lineRule="atLeast"/>
      <w:ind w:left="420"/>
    </w:pPr>
    <w:rPr>
      <w:rFonts w:ascii="Arial" w:hAnsi="Arial"/>
      <w:sz w:val="18"/>
    </w:rPr>
  </w:style>
  <w:style w:type="paragraph" w:styleId="Footer">
    <w:name w:val="footer"/>
    <w:basedOn w:val="Normal"/>
    <w:rsid w:val="0075628D"/>
    <w:pPr>
      <w:tabs>
        <w:tab w:val="center" w:pos="4320"/>
        <w:tab w:val="right" w:pos="8640"/>
      </w:tabs>
    </w:pPr>
  </w:style>
  <w:style w:type="paragraph" w:customStyle="1" w:styleId="56-Question-3TABCol">
    <w:name w:val="56-Question-3 TAB Col."/>
    <w:basedOn w:val="51-Question-noindent"/>
    <w:rsid w:val="0075628D"/>
    <w:pPr>
      <w:tabs>
        <w:tab w:val="right" w:pos="3560"/>
        <w:tab w:val="left" w:pos="3660"/>
        <w:tab w:val="right" w:pos="6800"/>
        <w:tab w:val="left" w:pos="6900"/>
      </w:tabs>
    </w:pPr>
  </w:style>
  <w:style w:type="paragraph" w:customStyle="1" w:styleId="60-MC">
    <w:name w:val="60-MC"/>
    <w:rsid w:val="0075628D"/>
    <w:pPr>
      <w:tabs>
        <w:tab w:val="right" w:pos="640"/>
        <w:tab w:val="left" w:pos="820"/>
        <w:tab w:val="right" w:pos="2880"/>
        <w:tab w:val="left" w:pos="3060"/>
      </w:tabs>
      <w:spacing w:before="80" w:line="290" w:lineRule="atLeast"/>
      <w:ind w:left="820" w:hanging="400"/>
    </w:pPr>
    <w:rPr>
      <w:rFonts w:ascii="Arial" w:hAnsi="Arial"/>
      <w:sz w:val="24"/>
    </w:rPr>
  </w:style>
  <w:style w:type="paragraph" w:customStyle="1" w:styleId="42-Direction2column">
    <w:name w:val="42-Direction (2 column)"/>
    <w:basedOn w:val="40-Direction"/>
    <w:rsid w:val="0075628D"/>
    <w:pPr>
      <w:ind w:right="0"/>
    </w:pPr>
  </w:style>
  <w:style w:type="paragraph" w:customStyle="1" w:styleId="04-InstructionText-bulletindent">
    <w:name w:val="04-Instruction Text - bullet indent"/>
    <w:basedOn w:val="01-InstructionText"/>
    <w:rsid w:val="0075628D"/>
    <w:pPr>
      <w:tabs>
        <w:tab w:val="left" w:pos="360"/>
      </w:tabs>
      <w:spacing w:before="70"/>
      <w:ind w:left="360" w:hanging="240"/>
    </w:pPr>
  </w:style>
  <w:style w:type="paragraph" w:customStyle="1" w:styleId="44a-AHeadnospace">
    <w:name w:val="44a-A Head (no space)"/>
    <w:basedOn w:val="44-AHead"/>
    <w:rsid w:val="0075628D"/>
    <w:pPr>
      <w:spacing w:before="0"/>
    </w:pPr>
  </w:style>
  <w:style w:type="paragraph" w:customStyle="1" w:styleId="57-Question-3TABColwAnno">
    <w:name w:val="57-Question-3 TAB Col. w/Anno"/>
    <w:basedOn w:val="30-Anno-WOR"/>
    <w:rsid w:val="0075628D"/>
    <w:pPr>
      <w:tabs>
        <w:tab w:val="right" w:leader="underscore" w:pos="2880"/>
        <w:tab w:val="left" w:pos="3660"/>
        <w:tab w:val="right" w:leader="underscore" w:pos="6120"/>
        <w:tab w:val="left" w:pos="6900"/>
      </w:tabs>
    </w:pPr>
  </w:style>
  <w:style w:type="paragraph" w:customStyle="1" w:styleId="52-QuestionwAnno">
    <w:name w:val="52-Question w/Anno"/>
    <w:basedOn w:val="51-Question-noindent"/>
    <w:rsid w:val="0075628D"/>
    <w:pPr>
      <w:tabs>
        <w:tab w:val="left" w:leader="underscore" w:pos="9360"/>
      </w:tabs>
      <w:spacing w:before="200"/>
    </w:pPr>
  </w:style>
  <w:style w:type="paragraph" w:customStyle="1" w:styleId="71-AKAhead">
    <w:name w:val="71-AK A head"/>
    <w:rsid w:val="0075628D"/>
    <w:pPr>
      <w:pBdr>
        <w:bottom w:val="single" w:sz="12" w:space="2" w:color="auto"/>
      </w:pBdr>
      <w:spacing w:before="240" w:line="270" w:lineRule="atLeast"/>
    </w:pPr>
    <w:rPr>
      <w:rFonts w:ascii="Arial" w:hAnsi="Arial"/>
      <w:b/>
      <w:caps/>
      <w:sz w:val="22"/>
    </w:rPr>
  </w:style>
  <w:style w:type="paragraph" w:customStyle="1" w:styleId="02-InstructionTextp6above">
    <w:name w:val="02-Instruction Text (p6 above)"/>
    <w:basedOn w:val="01-InstructionText"/>
    <w:rsid w:val="0075628D"/>
    <w:pPr>
      <w:spacing w:before="120"/>
    </w:pPr>
  </w:style>
  <w:style w:type="paragraph" w:customStyle="1" w:styleId="03-InstructionDirection">
    <w:name w:val="03-Instruction Direction"/>
    <w:basedOn w:val="01-InstructionText"/>
    <w:rsid w:val="0075628D"/>
    <w:pPr>
      <w:spacing w:before="300"/>
    </w:pPr>
    <w:rPr>
      <w:b/>
    </w:rPr>
  </w:style>
  <w:style w:type="paragraph" w:customStyle="1" w:styleId="90-NameDateline">
    <w:name w:val="90 - Name Date line"/>
    <w:rsid w:val="0075628D"/>
    <w:pPr>
      <w:tabs>
        <w:tab w:val="left" w:leader="underscore" w:pos="4560"/>
        <w:tab w:val="left" w:leader="underscore" w:pos="6960"/>
        <w:tab w:val="right" w:leader="underscore" w:pos="9360"/>
      </w:tabs>
      <w:spacing w:line="270" w:lineRule="atLeast"/>
    </w:pPr>
    <w:rPr>
      <w:rFonts w:ascii="Arial" w:hAnsi="Arial"/>
      <w:sz w:val="18"/>
    </w:rPr>
  </w:style>
  <w:style w:type="paragraph" w:customStyle="1" w:styleId="58-Question-4TABCol">
    <w:name w:val="58-Question-4 TAB Col."/>
    <w:basedOn w:val="51-Question-noindent"/>
    <w:rsid w:val="0075628D"/>
    <w:pPr>
      <w:tabs>
        <w:tab w:val="right" w:pos="2740"/>
        <w:tab w:val="left" w:pos="2840"/>
        <w:tab w:val="right" w:pos="5180"/>
        <w:tab w:val="left" w:pos="5280"/>
        <w:tab w:val="right" w:pos="7600"/>
        <w:tab w:val="left" w:pos="7700"/>
      </w:tabs>
    </w:pPr>
  </w:style>
  <w:style w:type="character" w:customStyle="1" w:styleId="01-Bold">
    <w:name w:val="01 - Bold"/>
    <w:rsid w:val="0075628D"/>
    <w:rPr>
      <w:b/>
    </w:rPr>
  </w:style>
  <w:style w:type="paragraph" w:customStyle="1" w:styleId="59-Question-4TABColwAnno">
    <w:name w:val="59-Question-4 TAB Col. w/Anno"/>
    <w:basedOn w:val="30-Anno-WOR"/>
    <w:rsid w:val="0075628D"/>
    <w:pPr>
      <w:tabs>
        <w:tab w:val="right" w:leader="underscore" w:pos="2060"/>
        <w:tab w:val="left" w:pos="2840"/>
        <w:tab w:val="right" w:leader="underscore" w:pos="4500"/>
        <w:tab w:val="left" w:pos="5280"/>
        <w:tab w:val="right" w:leader="underscore" w:pos="6920"/>
        <w:tab w:val="left" w:pos="7700"/>
      </w:tabs>
    </w:pPr>
  </w:style>
  <w:style w:type="paragraph" w:customStyle="1" w:styleId="22-MT2column">
    <w:name w:val="22-MT (2 column)"/>
    <w:basedOn w:val="20-MT"/>
    <w:rsid w:val="0075628D"/>
    <w:pPr>
      <w:ind w:right="0"/>
    </w:pPr>
  </w:style>
  <w:style w:type="character" w:customStyle="1" w:styleId="02-italic">
    <w:name w:val="02 - italic"/>
    <w:rsid w:val="0075628D"/>
    <w:rPr>
      <w:i/>
    </w:rPr>
  </w:style>
  <w:style w:type="character" w:customStyle="1" w:styleId="03-bolditalic">
    <w:name w:val="03 - bold italic"/>
    <w:rsid w:val="0075628D"/>
    <w:rPr>
      <w:b/>
      <w:i/>
    </w:rPr>
  </w:style>
  <w:style w:type="paragraph" w:customStyle="1" w:styleId="23-MT2columnp6above">
    <w:name w:val="23-MT (2 column p6 above)"/>
    <w:basedOn w:val="21-MTp6above"/>
    <w:rsid w:val="0075628D"/>
    <w:pPr>
      <w:ind w:right="0"/>
    </w:pPr>
  </w:style>
  <w:style w:type="paragraph" w:customStyle="1" w:styleId="24-MT-BulletList">
    <w:name w:val="24-MT - Bullet List"/>
    <w:basedOn w:val="20-MT"/>
    <w:rsid w:val="0075628D"/>
    <w:pPr>
      <w:tabs>
        <w:tab w:val="left" w:pos="180"/>
      </w:tabs>
      <w:spacing w:before="120"/>
      <w:ind w:left="180" w:hanging="180"/>
    </w:pPr>
  </w:style>
  <w:style w:type="paragraph" w:customStyle="1" w:styleId="41-Directionnospace">
    <w:name w:val="41-Direction (no space)"/>
    <w:basedOn w:val="40-Direction"/>
    <w:rsid w:val="0075628D"/>
    <w:pPr>
      <w:spacing w:before="0"/>
    </w:pPr>
  </w:style>
  <w:style w:type="paragraph" w:customStyle="1" w:styleId="43-Direction2colnospace">
    <w:name w:val="43-Direction (2 col no space)"/>
    <w:basedOn w:val="42-Direction2column"/>
    <w:rsid w:val="0075628D"/>
    <w:pPr>
      <w:spacing w:before="0"/>
    </w:pPr>
  </w:style>
  <w:style w:type="paragraph" w:customStyle="1" w:styleId="44-AHead">
    <w:name w:val="44-A Head"/>
    <w:rsid w:val="0075628D"/>
    <w:pPr>
      <w:spacing w:before="300" w:line="290" w:lineRule="atLeast"/>
    </w:pPr>
    <w:rPr>
      <w:rFonts w:ascii="Arial" w:hAnsi="Arial"/>
      <w:b/>
      <w:sz w:val="27"/>
    </w:rPr>
  </w:style>
  <w:style w:type="paragraph" w:customStyle="1" w:styleId="30a-Anno-WOR2col">
    <w:name w:val="30a-Anno-WOR (2col)"/>
    <w:basedOn w:val="30-Anno-WOR"/>
    <w:rsid w:val="0075628D"/>
    <w:pPr>
      <w:tabs>
        <w:tab w:val="clear" w:pos="9360"/>
        <w:tab w:val="right" w:leader="underscore" w:pos="4500"/>
      </w:tabs>
    </w:pPr>
  </w:style>
  <w:style w:type="table" w:styleId="TableGrid">
    <w:name w:val="Table Grid"/>
    <w:basedOn w:val="TableNormal"/>
    <w:rsid w:val="0075628D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-Question-2TABCol">
    <w:name w:val="54-Question-2 TAB Col."/>
    <w:basedOn w:val="51-Question-noindent"/>
    <w:rsid w:val="0075628D"/>
    <w:pPr>
      <w:tabs>
        <w:tab w:val="right" w:pos="5180"/>
        <w:tab w:val="left" w:pos="5280"/>
      </w:tabs>
    </w:pPr>
  </w:style>
  <w:style w:type="paragraph" w:customStyle="1" w:styleId="55-Question-2TABColwAnno">
    <w:name w:val="55-Question-2 TAB Col. w/Anno"/>
    <w:basedOn w:val="30-Anno-WOR"/>
    <w:rsid w:val="0075628D"/>
    <w:pPr>
      <w:tabs>
        <w:tab w:val="right" w:leader="underscore" w:pos="4500"/>
        <w:tab w:val="left" w:pos="5280"/>
      </w:tabs>
    </w:pPr>
  </w:style>
  <w:style w:type="paragraph" w:customStyle="1" w:styleId="91-footercopyright">
    <w:name w:val="91 - footer copyright"/>
    <w:rsid w:val="0075628D"/>
    <w:pPr>
      <w:pBdr>
        <w:bottom w:val="single" w:sz="4" w:space="2" w:color="auto"/>
      </w:pBdr>
      <w:spacing w:line="180" w:lineRule="atLeast"/>
    </w:pPr>
    <w:rPr>
      <w:rFonts w:ascii="Arial" w:hAnsi="Arial"/>
      <w:sz w:val="14"/>
    </w:rPr>
  </w:style>
  <w:style w:type="paragraph" w:customStyle="1" w:styleId="92-footer">
    <w:name w:val="92 - footer"/>
    <w:rsid w:val="0075628D"/>
    <w:pPr>
      <w:tabs>
        <w:tab w:val="center" w:pos="4680"/>
        <w:tab w:val="right" w:pos="9360"/>
      </w:tabs>
      <w:spacing w:line="220" w:lineRule="atLeast"/>
    </w:pPr>
    <w:rPr>
      <w:rFonts w:ascii="Arial" w:hAnsi="Arial"/>
      <w:sz w:val="18"/>
    </w:rPr>
  </w:style>
  <w:style w:type="paragraph" w:customStyle="1" w:styleId="95a-LessonTitleA">
    <w:name w:val="95a - LessonTitle A"/>
    <w:rsid w:val="0075628D"/>
    <w:pPr>
      <w:pBdr>
        <w:bottom w:val="single" w:sz="4" w:space="2" w:color="auto"/>
      </w:pBdr>
      <w:spacing w:after="20" w:line="320" w:lineRule="atLeast"/>
      <w:ind w:left="960"/>
    </w:pPr>
    <w:rPr>
      <w:rFonts w:ascii="Arial" w:hAnsi="Arial"/>
      <w:b/>
      <w:sz w:val="32"/>
    </w:rPr>
  </w:style>
  <w:style w:type="paragraph" w:customStyle="1" w:styleId="95b-LessonTitleB">
    <w:name w:val="95b - LessonTitle B"/>
    <w:rsid w:val="0075628D"/>
    <w:pPr>
      <w:spacing w:after="120" w:line="260" w:lineRule="atLeast"/>
      <w:ind w:left="960"/>
    </w:pPr>
    <w:rPr>
      <w:rFonts w:ascii="Arial" w:hAnsi="Arial"/>
      <w:b/>
      <w:i/>
      <w:sz w:val="26"/>
    </w:rPr>
  </w:style>
  <w:style w:type="character" w:customStyle="1" w:styleId="A-9ptArial">
    <w:name w:val="A - 9pt Arial"/>
    <w:rsid w:val="0075628D"/>
    <w:rPr>
      <w:rFonts w:ascii="Arial" w:hAnsi="Arial"/>
      <w:sz w:val="18"/>
    </w:rPr>
  </w:style>
  <w:style w:type="paragraph" w:customStyle="1" w:styleId="97-Lessoninheaderbox">
    <w:name w:val="97 - Lesson #  in header box"/>
    <w:rsid w:val="00756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line="160" w:lineRule="atLeast"/>
      <w:jc w:val="center"/>
    </w:pPr>
    <w:rPr>
      <w:rFonts w:ascii="Arial" w:eastAsia="Times" w:hAnsi="Arial"/>
      <w:b/>
      <w:color w:val="FFFFFF"/>
      <w:sz w:val="24"/>
    </w:rPr>
  </w:style>
  <w:style w:type="paragraph" w:customStyle="1" w:styleId="72-AKBHead">
    <w:name w:val="72-AK B Head"/>
    <w:basedOn w:val="71-AKAhead"/>
    <w:rsid w:val="0075628D"/>
    <w:pPr>
      <w:pBdr>
        <w:bottom w:val="none" w:sz="0" w:space="0" w:color="auto"/>
      </w:pBdr>
      <w:spacing w:before="200"/>
    </w:pPr>
    <w:rPr>
      <w:caps w:val="0"/>
    </w:rPr>
  </w:style>
  <w:style w:type="paragraph" w:customStyle="1" w:styleId="73-AKNumQues">
    <w:name w:val="73-AK Num Ques"/>
    <w:rsid w:val="0075628D"/>
    <w:pPr>
      <w:tabs>
        <w:tab w:val="right" w:pos="320"/>
        <w:tab w:val="left" w:pos="420"/>
        <w:tab w:val="right" w:pos="2740"/>
        <w:tab w:val="left" w:pos="2840"/>
      </w:tabs>
      <w:spacing w:before="80" w:line="270" w:lineRule="atLeast"/>
      <w:ind w:left="420" w:hanging="420"/>
    </w:pPr>
    <w:rPr>
      <w:rFonts w:ascii="Arial" w:eastAsia="Times" w:hAnsi="Arial"/>
      <w:sz w:val="24"/>
    </w:rPr>
  </w:style>
  <w:style w:type="paragraph" w:customStyle="1" w:styleId="61-MC4Across">
    <w:name w:val="61-MC (4 Across)"/>
    <w:basedOn w:val="60-MC"/>
    <w:rsid w:val="0075628D"/>
    <w:pPr>
      <w:tabs>
        <w:tab w:val="right" w:pos="5120"/>
        <w:tab w:val="left" w:pos="5300"/>
        <w:tab w:val="right" w:pos="7360"/>
        <w:tab w:val="left" w:pos="7540"/>
      </w:tabs>
    </w:pPr>
  </w:style>
  <w:style w:type="character" w:customStyle="1" w:styleId="A96-ChapterCharacter">
    <w:name w:val="A96-Chapter Character"/>
    <w:basedOn w:val="DefaultParagraphFont"/>
    <w:rsid w:val="0075628D"/>
    <w:rPr>
      <w:sz w:val="14"/>
    </w:rPr>
  </w:style>
  <w:style w:type="paragraph" w:customStyle="1" w:styleId="80-MarginMT">
    <w:name w:val="80-Margin MT"/>
    <w:rsid w:val="0075628D"/>
    <w:pPr>
      <w:spacing w:before="60" w:line="270" w:lineRule="atLeast"/>
    </w:pPr>
    <w:rPr>
      <w:rFonts w:ascii="Arial" w:hAnsi="Arial"/>
      <w:sz w:val="22"/>
    </w:rPr>
  </w:style>
  <w:style w:type="paragraph" w:customStyle="1" w:styleId="62-NumberedMC">
    <w:name w:val="62-Numbered MC"/>
    <w:basedOn w:val="60-MC"/>
    <w:rsid w:val="0075628D"/>
    <w:pPr>
      <w:tabs>
        <w:tab w:val="right" w:pos="320"/>
      </w:tabs>
      <w:ind w:hanging="740"/>
    </w:pPr>
  </w:style>
  <w:style w:type="paragraph" w:customStyle="1" w:styleId="74-AKText">
    <w:name w:val="74-AK Text"/>
    <w:basedOn w:val="73-AKNumQues"/>
    <w:rsid w:val="0075628D"/>
    <w:pPr>
      <w:tabs>
        <w:tab w:val="clear" w:pos="320"/>
        <w:tab w:val="clear" w:pos="420"/>
        <w:tab w:val="clear" w:pos="2740"/>
        <w:tab w:val="clear" w:pos="2840"/>
      </w:tabs>
      <w:ind w:left="0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cz"/><Relationship Id="rId18" Type="http://schemas.openxmlformats.org/officeDocument/2006/relationships/image" Target="media/image9.wmf"/><Relationship Id="rId26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34" Type="http://schemas.openxmlformats.org/officeDocument/2006/relationships/theme" Target="theme/theme1.xml"/><Relationship Id="rId7" Type="http://schemas.openxmlformats.org/officeDocument/2006/relationships/image" Target="media/image2.pcz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image" Target="media/image14.pcz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cz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image" Target="media/image13.wmf"/><Relationship Id="rId32" Type="http://schemas.openxmlformats.org/officeDocument/2006/relationships/oleObject" Target="embeddings/oleObject9.bin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6.bin"/><Relationship Id="rId28" Type="http://schemas.openxmlformats.org/officeDocument/2006/relationships/image" Target="media/image16.pcz"/><Relationship Id="rId10" Type="http://schemas.openxmlformats.org/officeDocument/2006/relationships/image" Target="media/image4.pcz"/><Relationship Id="rId19" Type="http://schemas.openxmlformats.org/officeDocument/2006/relationships/image" Target="media/image10.pcz"/><Relationship Id="rId31" Type="http://schemas.openxmlformats.org/officeDocument/2006/relationships/image" Target="media/image18.pcz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pcz"/><Relationship Id="rId27" Type="http://schemas.openxmlformats.org/officeDocument/2006/relationships/image" Target="media/image15.wmf"/><Relationship Id="rId30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wordpaginator:Desktop:Microsoft%20Office%202004:Templates:My%20Templates:MSM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MSM10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Caitlin works part-time at the mall</vt:lpstr>
    </vt:vector>
  </TitlesOfParts>
  <Company>HRW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Caitlin works part-time at the mall</dc:title>
  <dc:creator>Rafael Rios</dc:creator>
  <cp:lastModifiedBy>Robel's</cp:lastModifiedBy>
  <cp:revision>2</cp:revision>
  <cp:lastPrinted>2011-03-25T16:47:00Z</cp:lastPrinted>
  <dcterms:created xsi:type="dcterms:W3CDTF">2012-07-31T19:19:00Z</dcterms:created>
  <dcterms:modified xsi:type="dcterms:W3CDTF">2012-07-31T19:19:00Z</dcterms:modified>
</cp:coreProperties>
</file>